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xmlns:wp14="http://schemas.microsoft.com/office/word/2010/wordml" w:rsidRPr="005C52BA" w:rsidR="006E5D65" w:rsidP="005C52BA" w:rsidRDefault="00997F14" w14:paraId="6C209650" wp14:textId="77777777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bookmarkStart w:name="_Hlk58776846" w:id="0"/>
      <w:r w:rsidRPr="005C52BA">
        <w:rPr>
          <w:rFonts w:ascii="Corbel" w:hAnsi="Corbel"/>
          <w:b/>
          <w:bCs/>
          <w:sz w:val="24"/>
          <w:szCs w:val="24"/>
        </w:rPr>
        <w:t xml:space="preserve">   </w:t>
      </w:r>
      <w:r w:rsidRPr="005C52BA" w:rsidR="00CD6897">
        <w:rPr>
          <w:rFonts w:ascii="Corbel" w:hAnsi="Corbel"/>
          <w:b/>
          <w:bCs/>
          <w:sz w:val="24"/>
          <w:szCs w:val="24"/>
        </w:rPr>
        <w:tab/>
      </w:r>
      <w:r w:rsidRPr="005C52BA" w:rsidR="00CD6897">
        <w:rPr>
          <w:rFonts w:ascii="Corbel" w:hAnsi="Corbel"/>
          <w:b/>
          <w:bCs/>
          <w:sz w:val="24"/>
          <w:szCs w:val="24"/>
        </w:rPr>
        <w:tab/>
      </w:r>
      <w:r w:rsidRPr="005C52BA" w:rsidR="00CD6897">
        <w:rPr>
          <w:rFonts w:ascii="Corbel" w:hAnsi="Corbel"/>
          <w:b/>
          <w:bCs/>
          <w:sz w:val="24"/>
          <w:szCs w:val="24"/>
        </w:rPr>
        <w:tab/>
      </w:r>
      <w:r w:rsidRPr="005C52BA" w:rsidR="00CD6897">
        <w:rPr>
          <w:rFonts w:ascii="Corbel" w:hAnsi="Corbel"/>
          <w:b/>
          <w:bCs/>
          <w:sz w:val="24"/>
          <w:szCs w:val="24"/>
        </w:rPr>
        <w:tab/>
      </w:r>
      <w:r w:rsidRPr="005C52BA" w:rsidR="00CD6897">
        <w:rPr>
          <w:rFonts w:ascii="Corbel" w:hAnsi="Corbel"/>
          <w:b/>
          <w:bCs/>
          <w:sz w:val="24"/>
          <w:szCs w:val="24"/>
        </w:rPr>
        <w:tab/>
      </w:r>
      <w:r w:rsidRPr="005C52B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5C52BA" w:rsidR="006F31E2">
        <w:rPr>
          <w:rFonts w:ascii="Corbel" w:hAnsi="Corbel"/>
          <w:bCs/>
          <w:i/>
          <w:sz w:val="24"/>
          <w:szCs w:val="24"/>
        </w:rPr>
        <w:t>1.5</w:t>
      </w:r>
      <w:r w:rsidRPr="005C52B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5C52B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C52B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5C52BA" w:rsidR="00F17567">
        <w:rPr>
          <w:rFonts w:ascii="Corbel" w:hAnsi="Corbel"/>
          <w:bCs/>
          <w:i/>
          <w:sz w:val="24"/>
          <w:szCs w:val="24"/>
        </w:rPr>
        <w:t>12/2019</w:t>
      </w:r>
    </w:p>
    <w:p xmlns:wp14="http://schemas.microsoft.com/office/word/2010/wordml" w:rsidRPr="005C52BA" w:rsidR="0085747A" w:rsidP="000F0846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C52BA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5C52BA" w:rsidR="0085747A" w:rsidP="000F0846" w:rsidRDefault="0071620A" w14:paraId="68243816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C52BA">
        <w:rPr>
          <w:rFonts w:ascii="Corbel" w:hAnsi="Corbel"/>
          <w:b/>
          <w:smallCaps/>
          <w:sz w:val="24"/>
          <w:szCs w:val="24"/>
        </w:rPr>
        <w:t>dotyczy cyklu kształcenia</w:t>
      </w:r>
      <w:r w:rsidRPr="005C52B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0F0846" w:rsidR="00E26986">
        <w:rPr>
          <w:rFonts w:ascii="Corbel" w:hAnsi="Corbel"/>
          <w:b/>
          <w:smallCaps/>
          <w:sz w:val="24"/>
          <w:szCs w:val="24"/>
        </w:rPr>
        <w:t>2019</w:t>
      </w:r>
      <w:r w:rsidRPr="000F0846" w:rsidR="000F0846">
        <w:rPr>
          <w:rFonts w:ascii="Corbel" w:hAnsi="Corbel"/>
          <w:b/>
          <w:smallCaps/>
          <w:sz w:val="24"/>
          <w:szCs w:val="24"/>
        </w:rPr>
        <w:t>-</w:t>
      </w:r>
      <w:r w:rsidRPr="000F0846" w:rsidR="00E26986">
        <w:rPr>
          <w:rFonts w:ascii="Corbel" w:hAnsi="Corbel"/>
          <w:b/>
          <w:smallCaps/>
          <w:sz w:val="24"/>
          <w:szCs w:val="24"/>
        </w:rPr>
        <w:t>2022</w:t>
      </w:r>
    </w:p>
    <w:p xmlns:wp14="http://schemas.microsoft.com/office/word/2010/wordml" w:rsidRPr="005C52BA" w:rsidR="0085747A" w:rsidP="000F0846" w:rsidRDefault="0085747A" w14:paraId="672A6659" wp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xmlns:wp14="http://schemas.microsoft.com/office/word/2010/wordml" w:rsidRPr="005C52BA" w:rsidR="00445970" w:rsidP="005C52BA" w:rsidRDefault="00445970" w14:paraId="635E9350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ab/>
      </w:r>
      <w:r w:rsidRPr="005C52BA">
        <w:rPr>
          <w:rFonts w:ascii="Corbel" w:hAnsi="Corbel"/>
          <w:sz w:val="24"/>
          <w:szCs w:val="24"/>
        </w:rPr>
        <w:tab/>
      </w:r>
      <w:r w:rsidRPr="005C52BA">
        <w:rPr>
          <w:rFonts w:ascii="Corbel" w:hAnsi="Corbel"/>
          <w:sz w:val="24"/>
          <w:szCs w:val="24"/>
        </w:rPr>
        <w:tab/>
      </w:r>
      <w:r w:rsidRPr="005C52BA">
        <w:rPr>
          <w:rFonts w:ascii="Corbel" w:hAnsi="Corbel"/>
          <w:sz w:val="24"/>
          <w:szCs w:val="24"/>
        </w:rPr>
        <w:tab/>
      </w:r>
      <w:r w:rsidR="000F0846">
        <w:rPr>
          <w:rFonts w:ascii="Corbel" w:hAnsi="Corbel"/>
          <w:sz w:val="24"/>
          <w:szCs w:val="24"/>
        </w:rPr>
        <w:tab/>
      </w:r>
      <w:bookmarkStart w:name="_GoBack" w:id="1"/>
      <w:bookmarkEnd w:id="1"/>
      <w:r w:rsidRPr="005C52BA">
        <w:rPr>
          <w:rFonts w:ascii="Corbel" w:hAnsi="Corbel"/>
          <w:sz w:val="24"/>
          <w:szCs w:val="24"/>
        </w:rPr>
        <w:t>R</w:t>
      </w:r>
      <w:r w:rsidRPr="005C52BA" w:rsidR="00A81BC4">
        <w:rPr>
          <w:rFonts w:ascii="Corbel" w:hAnsi="Corbel"/>
          <w:sz w:val="24"/>
          <w:szCs w:val="24"/>
        </w:rPr>
        <w:t>ok akademicki 2020/2021</w:t>
      </w:r>
    </w:p>
    <w:p xmlns:wp14="http://schemas.microsoft.com/office/word/2010/wordml" w:rsidRPr="005C52BA" w:rsidR="0085747A" w:rsidP="005C52BA" w:rsidRDefault="0085747A" w14:paraId="0A37501D" wp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5C52BA" w:rsidR="0085747A" w:rsidP="005C52BA" w:rsidRDefault="0071620A" w14:paraId="0C6E7FD4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szCs w:val="24"/>
        </w:rPr>
        <w:t xml:space="preserve">1. </w:t>
      </w:r>
      <w:r w:rsidRPr="005C52BA" w:rsidR="0085747A">
        <w:rPr>
          <w:rFonts w:ascii="Corbel" w:hAnsi="Corbel"/>
          <w:szCs w:val="24"/>
        </w:rPr>
        <w:t xml:space="preserve">Podstawowe </w:t>
      </w:r>
      <w:r w:rsidRPr="005C52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5C52BA" w:rsidR="006E0DC8" w:rsidTr="17AAFEEB" w14:paraId="1CAF9E4E" wp14:textId="77777777">
        <w:tc>
          <w:tcPr>
            <w:tcW w:w="2694" w:type="dxa"/>
            <w:tcMar/>
            <w:vAlign w:val="center"/>
          </w:tcPr>
          <w:p w:rsidRPr="005C52BA" w:rsidR="0085747A" w:rsidP="005C52BA" w:rsidRDefault="00C05F44" w14:paraId="59701564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1A243C" w14:paraId="68748A7B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xmlns:wp14="http://schemas.microsoft.com/office/word/2010/wordml" w:rsidRPr="005C52BA" w:rsidR="006E0DC8" w:rsidTr="17AAFEEB" w14:paraId="1F7D6A83" wp14:textId="77777777">
        <w:tc>
          <w:tcPr>
            <w:tcW w:w="2694" w:type="dxa"/>
            <w:tcMar/>
            <w:vAlign w:val="center"/>
          </w:tcPr>
          <w:p w:rsidRPr="005C52BA" w:rsidR="0085747A" w:rsidP="005C52BA" w:rsidRDefault="00C05F44" w14:paraId="4CA29152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Kod przedmiotu</w:t>
            </w:r>
            <w:r w:rsidRPr="005C52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E26986" w14:paraId="377CF82D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BW73</w:t>
            </w:r>
          </w:p>
        </w:tc>
      </w:tr>
      <w:tr xmlns:wp14="http://schemas.microsoft.com/office/word/2010/wordml" w:rsidRPr="005C52BA" w:rsidR="006E0DC8" w:rsidTr="17AAFEEB" w14:paraId="5C0172EC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249A5C16" wp14:textId="77777777">
            <w:pPr>
              <w:pStyle w:val="Pytania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nazwa</w:t>
            </w:r>
            <w:r w:rsidRPr="005C52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A81BC4" w14:paraId="7E3E3000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5C52BA" w:rsidR="006E0DC8" w:rsidTr="17AAFEEB" w14:paraId="0AEA36E1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0A39E105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E26986" w14:paraId="74F259B7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5C52BA" w:rsidR="006E0DC8" w:rsidTr="17AAFEEB" w14:paraId="2E34D1D7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4B835047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A81BC4" w14:paraId="77EEADC9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xmlns:wp14="http://schemas.microsoft.com/office/word/2010/wordml" w:rsidRPr="005C52BA" w:rsidR="006E0DC8" w:rsidTr="17AAFEEB" w14:paraId="27F70225" wp14:textId="77777777">
        <w:tc>
          <w:tcPr>
            <w:tcW w:w="2694" w:type="dxa"/>
            <w:tcMar/>
            <w:vAlign w:val="center"/>
          </w:tcPr>
          <w:p w:rsidRPr="005C52BA" w:rsidR="0085747A" w:rsidP="005C52BA" w:rsidRDefault="00DE4A14" w14:paraId="448A1CED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A81BC4" w14:paraId="32E3DB4B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xmlns:wp14="http://schemas.microsoft.com/office/word/2010/wordml" w:rsidRPr="005C52BA" w:rsidR="006E0DC8" w:rsidTr="17AAFEEB" w14:paraId="77AD840C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04C0481C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A81BC4" w14:paraId="26323D6F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xmlns:wp14="http://schemas.microsoft.com/office/word/2010/wordml" w:rsidRPr="005C52BA" w:rsidR="006E0DC8" w:rsidTr="17AAFEEB" w14:paraId="5C70B2EB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7C3992E0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17AAFEEB" w:rsidRDefault="00A81BC4" w14:paraId="56B68402" wp14:textId="05362C32">
            <w:pPr>
              <w:pStyle w:val="Odpowiedzi"/>
              <w:spacing w:before="100" w:beforeAutospacing="on" w:after="100" w:afterAutospacing="on"/>
              <w:jc w:val="both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17AAFEEB" w:rsidR="456E9FD4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Niestacjonarne</w:t>
            </w:r>
          </w:p>
        </w:tc>
      </w:tr>
      <w:tr xmlns:wp14="http://schemas.microsoft.com/office/word/2010/wordml" w:rsidRPr="005C52BA" w:rsidR="006E0DC8" w:rsidTr="17AAFEEB" w14:paraId="41CF0642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47AAF248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Rok i semestr</w:t>
            </w:r>
            <w:r w:rsidRPr="005C52BA" w:rsidR="0030395F">
              <w:rPr>
                <w:rFonts w:ascii="Corbel" w:hAnsi="Corbel"/>
                <w:sz w:val="24"/>
                <w:szCs w:val="24"/>
              </w:rPr>
              <w:t>/y</w:t>
            </w:r>
            <w:r w:rsidRPr="005C52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A81BC4" w14:paraId="1EC4DF5C" wp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</w:t>
            </w:r>
            <w:r w:rsidRPr="005C52BA" w:rsidR="001A243C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  <w:r w:rsidRPr="005C52BA" w:rsidR="001A24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 wymiarze 240 godz.</w:t>
            </w:r>
          </w:p>
          <w:p w:rsidRPr="005C52BA" w:rsidR="001A243C" w:rsidP="005C52BA" w:rsidRDefault="001A243C" w14:paraId="7C0472CF" wp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bookmarkStart w:name="_Hlk87786779" w:id="2"/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:rsidRPr="005C52BA" w:rsidR="001A243C" w:rsidP="005C52BA" w:rsidRDefault="001A243C" w14:paraId="41F8485D" wp14:textId="77777777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 w wymiarze 240 godz.</w:t>
            </w:r>
            <w:bookmarkEnd w:id="2"/>
          </w:p>
        </w:tc>
      </w:tr>
      <w:tr xmlns:wp14="http://schemas.microsoft.com/office/word/2010/wordml" w:rsidRPr="005C52BA" w:rsidR="006E0DC8" w:rsidTr="17AAFEEB" w14:paraId="69EA273B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5863A118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1A243C" w14:paraId="75065D86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xmlns:wp14="http://schemas.microsoft.com/office/word/2010/wordml" w:rsidRPr="005C52BA" w:rsidR="006E0DC8" w:rsidTr="17AAFEEB" w14:paraId="26EB6C12" wp14:textId="77777777">
        <w:tc>
          <w:tcPr>
            <w:tcW w:w="2694" w:type="dxa"/>
            <w:tcMar/>
            <w:vAlign w:val="center"/>
          </w:tcPr>
          <w:p w:rsidRPr="005C52BA" w:rsidR="00923D7D" w:rsidP="005C52BA" w:rsidRDefault="00923D7D" w14:paraId="13A990D4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5C52BA" w:rsidR="00923D7D" w:rsidP="005C52BA" w:rsidRDefault="00A81BC4" w14:paraId="07D1FAC9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5C52BA" w:rsidR="006E0DC8" w:rsidTr="17AAFEEB" w14:paraId="273B4B7E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69C2AF6E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A81BC4" w14:paraId="4AC23F34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xmlns:wp14="http://schemas.microsoft.com/office/word/2010/wordml" w:rsidRPr="005C52BA" w:rsidR="006E0DC8" w:rsidTr="17AAFEEB" w14:paraId="6EF16C94" wp14:textId="77777777">
        <w:tc>
          <w:tcPr>
            <w:tcW w:w="2694" w:type="dxa"/>
            <w:tcMar/>
            <w:vAlign w:val="center"/>
          </w:tcPr>
          <w:p w:rsidRPr="005C52BA" w:rsidR="0085747A" w:rsidP="005C52BA" w:rsidRDefault="0085747A" w14:paraId="471FE442" wp14:textId="77777777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5C52BA" w:rsidR="0085747A" w:rsidP="005C52BA" w:rsidRDefault="001A243C" w14:paraId="7D90DD95" wp14:textId="77777777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52BA">
              <w:rPr>
                <w:rFonts w:ascii="Corbel" w:hAnsi="Corbel"/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xmlns:wp14="http://schemas.microsoft.com/office/word/2010/wordml" w:rsidRPr="005C52BA" w:rsidR="0085747A" w:rsidP="005C52BA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 xml:space="preserve">* </w:t>
      </w:r>
      <w:r w:rsidRPr="005C52BA">
        <w:rPr>
          <w:rFonts w:ascii="Corbel" w:hAnsi="Corbel"/>
          <w:i/>
          <w:sz w:val="24"/>
          <w:szCs w:val="24"/>
        </w:rPr>
        <w:t>-</w:t>
      </w:r>
      <w:r w:rsidRPr="005C52B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5C52BA" w:rsidR="00B90885">
        <w:rPr>
          <w:rFonts w:ascii="Corbel" w:hAnsi="Corbel"/>
          <w:b w:val="0"/>
          <w:sz w:val="24"/>
          <w:szCs w:val="24"/>
        </w:rPr>
        <w:t>e,</w:t>
      </w:r>
      <w:r w:rsidRPr="005C52BA">
        <w:rPr>
          <w:rFonts w:ascii="Corbel" w:hAnsi="Corbel"/>
          <w:i/>
          <w:sz w:val="24"/>
          <w:szCs w:val="24"/>
        </w:rPr>
        <w:t xml:space="preserve"> </w:t>
      </w:r>
      <w:r w:rsidRPr="005C5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5C52B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5C52BA" w:rsidR="00923D7D" w:rsidP="005C52BA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5C52BA" w:rsidR="0085747A" w:rsidP="005C52BA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>1.</w:t>
      </w:r>
      <w:r w:rsidRPr="005C52BA" w:rsidR="00E22FBC">
        <w:rPr>
          <w:rFonts w:ascii="Corbel" w:hAnsi="Corbel"/>
          <w:sz w:val="24"/>
          <w:szCs w:val="24"/>
        </w:rPr>
        <w:t>1</w:t>
      </w:r>
      <w:r w:rsidRPr="005C5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5C52BA" w:rsidR="00923D7D" w:rsidP="005C52BA" w:rsidRDefault="00923D7D" w14:paraId="02EB378F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xmlns:wp14="http://schemas.microsoft.com/office/word/2010/wordml" w:rsidRPr="005C52BA" w:rsidR="006E0DC8" w:rsidTr="00E26986" w14:paraId="4A00F406" wp14:textId="77777777"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C52BA" w:rsidR="00015B8F" w:rsidP="005C52BA" w:rsidRDefault="00015B8F" w14:paraId="493A0CA5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Semestr</w:t>
            </w:r>
          </w:p>
          <w:p w:rsidRPr="005C52BA" w:rsidR="00015B8F" w:rsidP="005C52BA" w:rsidRDefault="002B5EA0" w14:paraId="64C63F33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(</w:t>
            </w:r>
            <w:r w:rsidRPr="005C52B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3860AB22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Wykł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646F369B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409DDADA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Konw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0AB6E05A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015B8F" w14:paraId="0B273B9D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Sem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63A8E3D2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69FA399F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5C52BA">
              <w:rPr>
                <w:rFonts w:ascii="Corbel" w:hAnsi="Corbel"/>
                <w:szCs w:val="24"/>
              </w:rPr>
              <w:t>Prakt</w:t>
            </w:r>
            <w:proofErr w:type="spellEnd"/>
            <w:r w:rsidRPr="005C5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5B5B1B43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5C5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52BA" w:rsidR="00015B8F" w:rsidP="005C52BA" w:rsidRDefault="00015B8F" w14:paraId="7474E17E" wp14:textId="77777777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5C52BA">
              <w:rPr>
                <w:rFonts w:ascii="Corbel" w:hAnsi="Corbel"/>
                <w:b/>
                <w:szCs w:val="24"/>
              </w:rPr>
              <w:t>Liczba pkt</w:t>
            </w:r>
            <w:r w:rsidRPr="005C52BA" w:rsidR="00B90885">
              <w:rPr>
                <w:rFonts w:ascii="Corbel" w:hAnsi="Corbel"/>
                <w:b/>
                <w:szCs w:val="24"/>
              </w:rPr>
              <w:t>.</w:t>
            </w:r>
            <w:r w:rsidRPr="005C5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5C52BA" w:rsidR="00015B8F" w:rsidTr="00E26986" w14:paraId="7AF1C874" wp14:textId="77777777">
        <w:trPr>
          <w:trHeight w:val="453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5C52BA" w:rsidR="00015B8F" w:rsidP="005C52BA" w:rsidRDefault="00E563F8" w14:paraId="345B5C2B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I</w:t>
            </w:r>
            <w:r w:rsidRPr="005C52BA" w:rsidR="001A243C">
              <w:rPr>
                <w:rFonts w:ascii="Corbel" w:hAnsi="Corbel"/>
                <w:sz w:val="24"/>
                <w:szCs w:val="24"/>
              </w:rPr>
              <w:t>V</w:t>
            </w:r>
            <w:r w:rsidRPr="005C52BA" w:rsidR="00E26986">
              <w:rPr>
                <w:rFonts w:ascii="Corbel" w:hAnsi="Corbel"/>
                <w:sz w:val="24"/>
                <w:szCs w:val="24"/>
              </w:rPr>
              <w:t>-VI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6A09E912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33E67AC6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1BBD13F9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0BE14808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09FA2A7E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237AFA41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064B8AE0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3AD8BB85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C52BA" w:rsidR="00015B8F" w:rsidP="005C52BA" w:rsidRDefault="00E26986" w14:paraId="219897CE" wp14:textId="77777777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xmlns:wp14="http://schemas.microsoft.com/office/word/2010/wordml" w:rsidRPr="005C52BA" w:rsidR="00923D7D" w:rsidP="005C52BA" w:rsidRDefault="00923D7D" w14:paraId="6A05A809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5C52BA" w:rsidR="0085747A" w:rsidP="005C52BA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>1.</w:t>
      </w:r>
      <w:r w:rsidRPr="005C52BA" w:rsidR="00E22FBC">
        <w:rPr>
          <w:rFonts w:ascii="Corbel" w:hAnsi="Corbel"/>
          <w:smallCaps w:val="0"/>
          <w:szCs w:val="24"/>
        </w:rPr>
        <w:t>2</w:t>
      </w:r>
      <w:r w:rsidRPr="005C52BA" w:rsidR="00F83B28">
        <w:rPr>
          <w:rFonts w:ascii="Corbel" w:hAnsi="Corbel"/>
          <w:smallCaps w:val="0"/>
          <w:szCs w:val="24"/>
        </w:rPr>
        <w:t>.</w:t>
      </w:r>
      <w:r w:rsidRPr="005C52BA" w:rsidR="00F83B28">
        <w:rPr>
          <w:rFonts w:ascii="Corbel" w:hAnsi="Corbel"/>
          <w:smallCaps w:val="0"/>
          <w:szCs w:val="24"/>
        </w:rPr>
        <w:tab/>
      </w:r>
      <w:r w:rsidRPr="005C52BA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5C52BA" w:rsidR="0085747A" w:rsidP="005C52BA" w:rsidRDefault="005C52BA" w14:paraId="08635284" wp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3360" behindDoc="0" locked="0" layoutInCell="1" allowOverlap="1" wp14:anchorId="6F24A55A" wp14:editId="7777777">
                <wp:simplePos x="0" y="0"/>
                <wp:positionH relativeFrom="column">
                  <wp:posOffset>300990</wp:posOffset>
                </wp:positionH>
                <wp:positionV relativeFrom="paragraph">
                  <wp:posOffset>71755</wp:posOffset>
                </wp:positionV>
                <wp:extent cx="114300" cy="83820"/>
                <wp:effectExtent l="0" t="0" r="19050" b="3048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838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46B3141">
              <v:line id="Łącznik prosty 5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23.7pt,5.65pt" to="32.7pt,12.25pt" w14:anchorId="4A7D6D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"/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2336" behindDoc="0" locked="0" layoutInCell="1" allowOverlap="1" wp14:anchorId="5AF83A6D" wp14:editId="7777777">
                <wp:simplePos x="0" y="0"/>
                <wp:positionH relativeFrom="column">
                  <wp:posOffset>308610</wp:posOffset>
                </wp:positionH>
                <wp:positionV relativeFrom="paragraph">
                  <wp:posOffset>64135</wp:posOffset>
                </wp:positionV>
                <wp:extent cx="99060" cy="99060"/>
                <wp:effectExtent l="0" t="0" r="34290" b="3429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" cy="990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619CE7FA">
              <v:line id="Łącznik prosty 4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24.3pt,5.05pt" to="32.1pt,12.85pt" w14:anchorId="4189B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"/>
            </w:pict>
          </mc:Fallback>
        </mc:AlternateContent>
      </w: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2EAB4D45" wp14:editId="7777777">
                <wp:simplePos x="0" y="0"/>
                <wp:positionH relativeFrom="column">
                  <wp:posOffset>300990</wp:posOffset>
                </wp:positionH>
                <wp:positionV relativeFrom="paragraph">
                  <wp:posOffset>48895</wp:posOffset>
                </wp:positionV>
                <wp:extent cx="114300" cy="1143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3175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02FA938A">
              <v:rect id="Prostokąt 2" style="position:absolute;margin-left:23.7pt;margin-top:3.85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black [3200]" strokeweight=".25pt" w14:anchorId="4067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"/>
            </w:pict>
          </mc:Fallback>
        </mc:AlternateContent>
      </w:r>
      <w:r w:rsidRPr="005C52B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Pr="005C52BA" w:rsidR="00283F5F">
        <w:rPr>
          <w:rFonts w:ascii="Corbel" w:hAnsi="Corbel"/>
          <w:b w:val="0"/>
          <w:smallCaps w:val="0"/>
          <w:szCs w:val="24"/>
        </w:rPr>
        <w:t>(zajęcia poza pomieszczeniami dydaktycznymi UR: w</w:t>
      </w:r>
      <w:r>
        <w:rPr>
          <w:rFonts w:ascii="Corbel" w:hAnsi="Corbel"/>
          <w:b w:val="0"/>
          <w:smallCaps w:val="0"/>
          <w:szCs w:val="24"/>
        </w:rPr>
        <w:t> </w:t>
      </w:r>
      <w:r w:rsidRPr="005C52BA" w:rsidR="00283F5F">
        <w:rPr>
          <w:rFonts w:ascii="Corbel" w:hAnsi="Corbel"/>
          <w:b w:val="0"/>
          <w:smallCaps w:val="0"/>
          <w:szCs w:val="24"/>
        </w:rPr>
        <w:t>zakładach pracy lub zdalnie)</w:t>
      </w:r>
    </w:p>
    <w:p xmlns:wp14="http://schemas.microsoft.com/office/word/2010/wordml" w:rsidRPr="005C52BA" w:rsidR="0085747A" w:rsidP="005C52BA" w:rsidRDefault="005C52BA" w14:paraId="6C9BC4FA" wp14:textId="77777777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1312" behindDoc="0" locked="0" layoutInCell="1" allowOverlap="1" wp14:anchorId="22679E33" wp14:editId="7C2CDF0B">
                <wp:simplePos x="0" y="0"/>
                <wp:positionH relativeFrom="column">
                  <wp:posOffset>297180</wp:posOffset>
                </wp:positionH>
                <wp:positionV relativeFrom="paragraph">
                  <wp:posOffset>49530</wp:posOffset>
                </wp:positionV>
                <wp:extent cx="114300" cy="11430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5D8612B1">
              <v:rect id="Prostokąt 3" style="position:absolute;margin-left:23.4pt;margin-top:3.9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windowText" strokeweight=".25pt" w14:anchorId="494438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"/>
            </w:pict>
          </mc:Fallback>
        </mc:AlternateContent>
      </w:r>
      <w:r w:rsidRPr="005C52BA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5C52BA" w:rsidR="0085747A" w:rsidP="005C52BA" w:rsidRDefault="0085747A" w14:paraId="5A39BBE3" wp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Pr="005C52BA" w:rsidR="00E22FBC" w:rsidP="005C52BA" w:rsidRDefault="00E22FBC" w14:paraId="0C4A4EAA" wp14:textId="77777777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1.3 </w:t>
      </w:r>
      <w:r w:rsidRPr="005C52BA" w:rsidR="00F83B28">
        <w:rPr>
          <w:rFonts w:ascii="Corbel" w:hAnsi="Corbel"/>
          <w:smallCaps w:val="0"/>
          <w:szCs w:val="24"/>
        </w:rPr>
        <w:tab/>
      </w:r>
      <w:r w:rsidRPr="005C52BA">
        <w:rPr>
          <w:rFonts w:ascii="Corbel" w:hAnsi="Corbel"/>
          <w:smallCaps w:val="0"/>
          <w:szCs w:val="24"/>
        </w:rPr>
        <w:t>For</w:t>
      </w:r>
      <w:r w:rsidRPr="005C52BA" w:rsidR="00445970">
        <w:rPr>
          <w:rFonts w:ascii="Corbel" w:hAnsi="Corbel"/>
          <w:smallCaps w:val="0"/>
          <w:szCs w:val="24"/>
        </w:rPr>
        <w:t>ma zaliczenia przedmiotu</w:t>
      </w:r>
      <w:r w:rsidRPr="005C52BA" w:rsidR="00A81BC4">
        <w:rPr>
          <w:rFonts w:ascii="Corbel" w:hAnsi="Corbel"/>
          <w:smallCaps w:val="0"/>
          <w:szCs w:val="24"/>
        </w:rPr>
        <w:t xml:space="preserve"> </w:t>
      </w:r>
      <w:r w:rsidRPr="005C52BA">
        <w:rPr>
          <w:rFonts w:ascii="Corbel" w:hAnsi="Corbel"/>
          <w:b w:val="0"/>
          <w:smallCaps w:val="0"/>
          <w:szCs w:val="24"/>
        </w:rPr>
        <w:t>zaliczenie z oceną</w:t>
      </w:r>
    </w:p>
    <w:p xmlns:wp14="http://schemas.microsoft.com/office/word/2010/wordml" w:rsidRPr="005C52BA" w:rsidR="008B0FAF" w:rsidP="005C52BA" w:rsidRDefault="008B0FAF" w14:paraId="41C8F396" wp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xmlns:wp14="http://schemas.microsoft.com/office/word/2010/wordml" w:rsidRPr="005C52BA" w:rsidR="00E960BB" w:rsidP="005C52BA" w:rsidRDefault="0085747A" w14:paraId="261BAAD1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5C52BA" w:rsidR="0085747A" w:rsidTr="00745302" w14:paraId="7453B883" wp14:textId="77777777">
        <w:tc>
          <w:tcPr>
            <w:tcW w:w="9670" w:type="dxa"/>
          </w:tcPr>
          <w:p w:rsidRPr="005C52BA" w:rsidR="0085747A" w:rsidP="005C52BA" w:rsidRDefault="00283F5F" w14:paraId="4CB95433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Zaliczenie I, II oraz III semestru studiów</w:t>
            </w:r>
          </w:p>
        </w:tc>
      </w:tr>
    </w:tbl>
    <w:p xmlns:wp14="http://schemas.microsoft.com/office/word/2010/wordml" w:rsidRPr="005C52BA" w:rsidR="002A51EF" w:rsidP="005C52BA" w:rsidRDefault="002A51EF" w14:paraId="72A3D3EC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xmlns:wp14="http://schemas.microsoft.com/office/word/2010/wordml" w:rsidRPr="005C52BA" w:rsidR="008B0FAF" w:rsidP="005C52BA" w:rsidRDefault="008B0FAF" w14:paraId="0D0B940D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xmlns:wp14="http://schemas.microsoft.com/office/word/2010/wordml" w:rsidRPr="005C52BA" w:rsidR="0085747A" w:rsidP="005C52BA" w:rsidRDefault="0071620A" w14:paraId="7DB6D4EE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szCs w:val="24"/>
        </w:rPr>
        <w:lastRenderedPageBreak/>
        <w:t>3.</w:t>
      </w:r>
      <w:r w:rsidRPr="005C52BA" w:rsidR="0085747A">
        <w:rPr>
          <w:rFonts w:ascii="Corbel" w:hAnsi="Corbel"/>
          <w:szCs w:val="24"/>
        </w:rPr>
        <w:t xml:space="preserve"> </w:t>
      </w:r>
      <w:r w:rsidRPr="005C52BA" w:rsidR="00A84C85">
        <w:rPr>
          <w:rFonts w:ascii="Corbel" w:hAnsi="Corbel"/>
          <w:szCs w:val="24"/>
        </w:rPr>
        <w:t>cele, efekty uczenia się</w:t>
      </w:r>
      <w:r w:rsidRPr="005C52BA" w:rsidR="0085747A">
        <w:rPr>
          <w:rFonts w:ascii="Corbel" w:hAnsi="Corbel"/>
          <w:szCs w:val="24"/>
        </w:rPr>
        <w:t xml:space="preserve"> , treści Programowe i stosowane metody Dydaktyczne</w:t>
      </w:r>
    </w:p>
    <w:p xmlns:wp14="http://schemas.microsoft.com/office/word/2010/wordml" w:rsidRPr="005C52BA" w:rsidR="0085747A" w:rsidP="005C52BA" w:rsidRDefault="0085747A" w14:paraId="0E27B00A" wp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xmlns:wp14="http://schemas.microsoft.com/office/word/2010/wordml" w:rsidRPr="005C52BA" w:rsidR="0085747A" w:rsidP="005C52BA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 xml:space="preserve">3.1 </w:t>
      </w:r>
      <w:r w:rsidRPr="005C52BA"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5C52BA" w:rsidR="00F83B28" w:rsidP="005C52BA" w:rsidRDefault="00F83B28" w14:paraId="60061E4C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5C52BA" w:rsidR="006E0DC8" w:rsidTr="00660FDB" w14:paraId="6442D43A" wp14:textId="77777777">
        <w:tc>
          <w:tcPr>
            <w:tcW w:w="851" w:type="dxa"/>
          </w:tcPr>
          <w:p w:rsidRPr="005C52BA" w:rsidR="00A81BC4" w:rsidP="005C52BA" w:rsidRDefault="00A81BC4" w14:paraId="6780E77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Pr="005C52BA" w:rsidR="00A81BC4" w:rsidP="005C52BA" w:rsidRDefault="00F94C63" w14:paraId="561E8EF7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xmlns:wp14="http://schemas.microsoft.com/office/word/2010/wordml" w:rsidRPr="005C52BA" w:rsidR="00A81BC4" w:rsidTr="00660FDB" w14:paraId="03ED62A7" wp14:textId="77777777">
        <w:tc>
          <w:tcPr>
            <w:tcW w:w="851" w:type="dxa"/>
          </w:tcPr>
          <w:p w:rsidRPr="005C52BA" w:rsidR="00A81BC4" w:rsidP="005C52BA" w:rsidRDefault="00A81BC4" w14:paraId="550CF7E8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5C52BA" w:rsidR="00A81BC4" w:rsidP="005C52BA" w:rsidRDefault="00F94C63" w14:paraId="059945E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xmlns:wp14="http://schemas.microsoft.com/office/word/2010/wordml" w:rsidRPr="005C52BA" w:rsidR="0085747A" w:rsidP="005C52BA" w:rsidRDefault="0085747A" w14:paraId="44EAFD9C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1D7B54" w:rsidP="005C52BA" w:rsidRDefault="009F4610" w14:paraId="47F42425" wp14:textId="77777777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b/>
          <w:sz w:val="24"/>
          <w:szCs w:val="24"/>
        </w:rPr>
        <w:t xml:space="preserve">3.2 </w:t>
      </w:r>
      <w:r w:rsidRPr="005C52BA" w:rsidR="001D7B54">
        <w:rPr>
          <w:rFonts w:ascii="Corbel" w:hAnsi="Corbel"/>
          <w:b/>
          <w:sz w:val="24"/>
          <w:szCs w:val="24"/>
        </w:rPr>
        <w:t xml:space="preserve">Efekty </w:t>
      </w:r>
      <w:r w:rsidRPr="005C52B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5C52BA" w:rsidR="001D7B54">
        <w:rPr>
          <w:rFonts w:ascii="Corbel" w:hAnsi="Corbel"/>
          <w:b/>
          <w:sz w:val="24"/>
          <w:szCs w:val="24"/>
        </w:rPr>
        <w:t>dla przedmiotu</w:t>
      </w:r>
      <w:r w:rsidRPr="005C52BA"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5C52BA" w:rsidR="001D7B54" w:rsidP="005C52BA" w:rsidRDefault="001D7B54" w14:paraId="4B94D5A5" wp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xmlns:wp14="http://schemas.microsoft.com/office/word/2010/wordml" w:rsidRPr="005C52BA" w:rsidR="006E0DC8" w:rsidTr="0071620A" w14:paraId="61F38664" wp14:textId="77777777">
        <w:tc>
          <w:tcPr>
            <w:tcW w:w="1701" w:type="dxa"/>
            <w:vAlign w:val="center"/>
          </w:tcPr>
          <w:p w:rsidRPr="005C52BA" w:rsidR="0085747A" w:rsidP="005C52BA" w:rsidRDefault="0085747A" w14:paraId="41C145E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smallCaps w:val="0"/>
                <w:szCs w:val="24"/>
              </w:rPr>
              <w:t>EK</w:t>
            </w:r>
            <w:r w:rsidRPr="005C52B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5C52B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5C52B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5C52BA" w:rsidR="0085747A" w:rsidP="005C52BA" w:rsidRDefault="0085747A" w14:paraId="1DEC560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5C52B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5C52BA" w:rsidR="0085747A" w:rsidP="005C52BA" w:rsidRDefault="0085747A" w14:paraId="1F352D2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C52B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5C52BA" w:rsidR="006E0DC8" w:rsidTr="005E6E85" w14:paraId="6288C8A2" wp14:textId="77777777">
        <w:tc>
          <w:tcPr>
            <w:tcW w:w="1701" w:type="dxa"/>
          </w:tcPr>
          <w:p w:rsidRPr="005C52BA" w:rsidR="002A51EF" w:rsidP="005C52BA" w:rsidRDefault="009F4C9D" w14:paraId="4FCA596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5C52BA" w:rsidR="002A51EF" w:rsidP="005C52BA" w:rsidRDefault="00B27642" w14:paraId="3E4183C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zna i rozumie rodzaje struktur społecznych </w:t>
            </w:r>
            <w:r w:rsidRPr="005C52BA" w:rsidR="002E6A00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 instytucji życia społecznego</w:t>
            </w:r>
            <w:r w:rsidRPr="005C52BA" w:rsidR="002E6A00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zachodzące pomiędzy nimi relacje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i powiązania</w:t>
            </w:r>
          </w:p>
        </w:tc>
        <w:tc>
          <w:tcPr>
            <w:tcW w:w="1873" w:type="dxa"/>
          </w:tcPr>
          <w:p w:rsidRPr="005C52BA" w:rsidR="002A51EF" w:rsidP="005C52BA" w:rsidRDefault="001D4530" w14:paraId="38CA2EE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xmlns:wp14="http://schemas.microsoft.com/office/word/2010/wordml" w:rsidRPr="005C52BA" w:rsidR="006E0DC8" w:rsidTr="005E6E85" w14:paraId="6E7F354E" wp14:textId="77777777">
        <w:tc>
          <w:tcPr>
            <w:tcW w:w="1701" w:type="dxa"/>
          </w:tcPr>
          <w:p w:rsidRPr="005C52BA" w:rsidR="002A51EF" w:rsidP="005C52BA" w:rsidRDefault="004036C0" w14:paraId="56A76B1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5C52BA" w:rsidR="002A51EF" w:rsidP="005C52BA" w:rsidRDefault="00B27642" w14:paraId="051B510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zna i rozumie </w:t>
            </w:r>
            <w:r w:rsidRPr="005C52BA" w:rsidR="002E6A00">
              <w:rPr>
                <w:rFonts w:ascii="Corbel" w:hAnsi="Corbel"/>
                <w:b w:val="0"/>
                <w:smallCaps w:val="0"/>
                <w:szCs w:val="24"/>
              </w:rPr>
              <w:t>elementarne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zasady organizowania </w:t>
            </w:r>
            <w:r w:rsidRPr="005C52BA" w:rsidR="002E6A00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nadzorowania służb ochrony</w:t>
            </w:r>
          </w:p>
        </w:tc>
        <w:tc>
          <w:tcPr>
            <w:tcW w:w="1873" w:type="dxa"/>
          </w:tcPr>
          <w:p w:rsidRPr="005C52BA" w:rsidR="002A51EF" w:rsidP="005C52BA" w:rsidRDefault="001D4530" w14:paraId="60E101E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xmlns:wp14="http://schemas.microsoft.com/office/word/2010/wordml" w:rsidRPr="005C52BA" w:rsidR="006E0DC8" w:rsidTr="005E6E85" w14:paraId="1A32529D" wp14:textId="77777777">
        <w:tc>
          <w:tcPr>
            <w:tcW w:w="1701" w:type="dxa"/>
          </w:tcPr>
          <w:p w:rsidRPr="005C52BA" w:rsidR="002A51EF" w:rsidP="005C52BA" w:rsidRDefault="004036C0" w14:paraId="4196080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5C52BA" w:rsidR="002A51EF" w:rsidP="005C52BA" w:rsidRDefault="00B27642" w14:paraId="50EF7DB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zna </w:t>
            </w:r>
            <w:r w:rsidRPr="005C52BA" w:rsidR="002E6A00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rozumie podstawowe zasady organizowania i nadzorowania służb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stojących na straży bezpieczeństwa i porządku</w:t>
            </w:r>
          </w:p>
        </w:tc>
        <w:tc>
          <w:tcPr>
            <w:tcW w:w="1873" w:type="dxa"/>
          </w:tcPr>
          <w:p w:rsidRPr="005C52BA" w:rsidR="002A51EF" w:rsidP="005C52BA" w:rsidRDefault="001D4530" w14:paraId="62FEC98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W15</w:t>
            </w:r>
          </w:p>
        </w:tc>
      </w:tr>
      <w:tr xmlns:wp14="http://schemas.microsoft.com/office/word/2010/wordml" w:rsidRPr="005C52BA" w:rsidR="006E0DC8" w:rsidTr="005E6E85" w14:paraId="733FC41F" wp14:textId="77777777">
        <w:tc>
          <w:tcPr>
            <w:tcW w:w="1701" w:type="dxa"/>
          </w:tcPr>
          <w:p w:rsidRPr="005C52BA" w:rsidR="002A51EF" w:rsidP="005C52BA" w:rsidRDefault="001D4530" w14:paraId="78C3198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5C52BA" w:rsidR="002A51EF" w:rsidP="005C52BA" w:rsidRDefault="00B27642" w14:paraId="3116F07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analizować p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owiązane zjawiska społeczne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 różnymi obszarami bezpieczeństwa: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militarnego, społecznego,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politycznego, kulturowego,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ekonomicznego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czy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ekologicznego</w:t>
            </w:r>
          </w:p>
        </w:tc>
        <w:tc>
          <w:tcPr>
            <w:tcW w:w="1873" w:type="dxa"/>
          </w:tcPr>
          <w:p w:rsidRPr="005C52BA" w:rsidR="002A51EF" w:rsidP="005C52BA" w:rsidRDefault="001D4530" w14:paraId="0495AD7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xmlns:wp14="http://schemas.microsoft.com/office/word/2010/wordml" w:rsidRPr="005C52BA" w:rsidR="006E0DC8" w:rsidTr="005E6E85" w14:paraId="1115D122" wp14:textId="77777777">
        <w:tc>
          <w:tcPr>
            <w:tcW w:w="1701" w:type="dxa"/>
          </w:tcPr>
          <w:p w:rsidRPr="005C52BA" w:rsidR="002A51EF" w:rsidP="005C52BA" w:rsidRDefault="001D4530" w14:paraId="7435726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5C52BA" w:rsidR="002A51EF" w:rsidP="005C52BA" w:rsidRDefault="00B27642" w14:paraId="34DACA4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identyfikować zagrożenia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dla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bezpieczeństwa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wewnętrznego, a także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formułować sposoby praktycznego reagowania w sytuacjach kryzysowych</w:t>
            </w:r>
          </w:p>
        </w:tc>
        <w:tc>
          <w:tcPr>
            <w:tcW w:w="1873" w:type="dxa"/>
          </w:tcPr>
          <w:p w:rsidRPr="005C52BA" w:rsidR="002A51EF" w:rsidP="005C52BA" w:rsidRDefault="001D4530" w14:paraId="661AB4C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</w:tc>
      </w:tr>
      <w:tr xmlns:wp14="http://schemas.microsoft.com/office/word/2010/wordml" w:rsidRPr="005C52BA" w:rsidR="006E0DC8" w:rsidTr="005E6E85" w14:paraId="6BF1A15C" wp14:textId="77777777">
        <w:tc>
          <w:tcPr>
            <w:tcW w:w="1701" w:type="dxa"/>
          </w:tcPr>
          <w:p w:rsidRPr="005C52BA" w:rsidR="002A51EF" w:rsidP="005C52BA" w:rsidRDefault="001D4530" w14:paraId="139A521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5C52BA" w:rsidR="002A51EF" w:rsidP="005C52BA" w:rsidRDefault="00B27642" w14:paraId="793EB1E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zarządzać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procesami bezpieczeństwa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wewnętrznego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 administracji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rządowej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i samorządowej,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szczególnie w zakresie zarządzania kryzysowego</w:t>
            </w:r>
          </w:p>
        </w:tc>
        <w:tc>
          <w:tcPr>
            <w:tcW w:w="1873" w:type="dxa"/>
          </w:tcPr>
          <w:p w:rsidRPr="005C52BA" w:rsidR="002A51EF" w:rsidP="005C52BA" w:rsidRDefault="001D4530" w14:paraId="648FFC2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xmlns:wp14="http://schemas.microsoft.com/office/word/2010/wordml" w:rsidRPr="005C52BA" w:rsidR="006E0DC8" w:rsidTr="005E6E85" w14:paraId="7A47D721" wp14:textId="77777777">
        <w:tc>
          <w:tcPr>
            <w:tcW w:w="1701" w:type="dxa"/>
          </w:tcPr>
          <w:p w:rsidRPr="005C52BA" w:rsidR="001D4530" w:rsidP="005C52BA" w:rsidRDefault="001D4530" w14:paraId="55CE86D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Pr="005C52BA" w:rsidR="001D4530" w:rsidP="005C52BA" w:rsidRDefault="00B27642" w14:paraId="4DABB6C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przydatność metod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procedur do realizacji zadań związanych z różnymi sferami bezpieczeństwa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na poziomie lokalnym oraz państwowym</w:t>
            </w:r>
          </w:p>
        </w:tc>
        <w:tc>
          <w:tcPr>
            <w:tcW w:w="1873" w:type="dxa"/>
          </w:tcPr>
          <w:p w:rsidRPr="005C52BA" w:rsidR="001D4530" w:rsidP="005C52BA" w:rsidRDefault="001D4530" w14:paraId="57FAD14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xmlns:wp14="http://schemas.microsoft.com/office/word/2010/wordml" w:rsidRPr="005C52BA" w:rsidR="006E0DC8" w:rsidTr="005E6E85" w14:paraId="5D466187" wp14:textId="77777777">
        <w:tc>
          <w:tcPr>
            <w:tcW w:w="1701" w:type="dxa"/>
          </w:tcPr>
          <w:p w:rsidRPr="005C52BA" w:rsidR="001D4530" w:rsidP="005C52BA" w:rsidRDefault="001D4530" w14:paraId="30AC254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Pr="005C52BA" w:rsidR="001D4530" w:rsidP="005C52BA" w:rsidRDefault="00B27642" w14:paraId="75AB198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zorganizować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oraz skoordynować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ochronę obiektów istotnych z punktu widzenia bezpieczeństwa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w tym obiektów infrastruktury krytycznej</w:t>
            </w:r>
          </w:p>
        </w:tc>
        <w:tc>
          <w:tcPr>
            <w:tcW w:w="1873" w:type="dxa"/>
          </w:tcPr>
          <w:p w:rsidRPr="005C52BA" w:rsidR="001D4530" w:rsidP="005C52BA" w:rsidRDefault="001D4530" w14:paraId="26AFD1E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U13</w:t>
            </w:r>
          </w:p>
        </w:tc>
      </w:tr>
      <w:tr xmlns:wp14="http://schemas.microsoft.com/office/word/2010/wordml" w:rsidRPr="005C52BA" w:rsidR="006E0DC8" w:rsidTr="005E6E85" w14:paraId="14880BF8" wp14:textId="77777777">
        <w:tc>
          <w:tcPr>
            <w:tcW w:w="1701" w:type="dxa"/>
          </w:tcPr>
          <w:p w:rsidRPr="005C52BA" w:rsidR="001D4530" w:rsidP="005C52BA" w:rsidRDefault="001D4530" w14:paraId="563D41B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Pr="005C52BA" w:rsidR="001D4530" w:rsidP="005C52BA" w:rsidRDefault="00B27642" w14:paraId="1EE1973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prawidłowo stosować zasady i normy etyczne w podejmowanej działalności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zawodowej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, dostrzega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analizuje dylematy etyczne, przewiduje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skutki prawne i moralne konkretnych działań służących zapewnieniu bezpieczeństwa</w:t>
            </w:r>
          </w:p>
        </w:tc>
        <w:tc>
          <w:tcPr>
            <w:tcW w:w="1873" w:type="dxa"/>
          </w:tcPr>
          <w:p w:rsidRPr="005C52BA" w:rsidR="001D4530" w:rsidP="005C52BA" w:rsidRDefault="001D4530" w14:paraId="0ABE074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xmlns:wp14="http://schemas.microsoft.com/office/word/2010/wordml" w:rsidRPr="005C52BA" w:rsidR="006E0DC8" w:rsidTr="005E6E85" w14:paraId="0E011A83" wp14:textId="77777777">
        <w:tc>
          <w:tcPr>
            <w:tcW w:w="1701" w:type="dxa"/>
          </w:tcPr>
          <w:p w:rsidRPr="005C52BA" w:rsidR="001D4530" w:rsidP="005C52BA" w:rsidRDefault="001D4530" w14:paraId="7F7E126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Pr="005C52BA" w:rsidR="001D4530" w:rsidP="005C52BA" w:rsidRDefault="00B27642" w14:paraId="6A3FFA4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5C52BA" w:rsidR="001D4530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aktywnie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uczestniczyć w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działalnoś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specjalistycznych służb odpowiedzialnych za bezpieczeństwo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na poziomie lokalnym i centralnym</w:t>
            </w:r>
          </w:p>
        </w:tc>
        <w:tc>
          <w:tcPr>
            <w:tcW w:w="1873" w:type="dxa"/>
          </w:tcPr>
          <w:p w:rsidRPr="005C52BA" w:rsidR="001D4530" w:rsidP="005C52BA" w:rsidRDefault="001D4530" w14:paraId="03B8384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xmlns:wp14="http://schemas.microsoft.com/office/word/2010/wordml" w:rsidRPr="005C52BA" w:rsidR="006E0DC8" w:rsidTr="005E6E85" w14:paraId="5E6FEC01" wp14:textId="77777777">
        <w:tc>
          <w:tcPr>
            <w:tcW w:w="1701" w:type="dxa"/>
          </w:tcPr>
          <w:p w:rsidRPr="005C52BA" w:rsidR="001D4530" w:rsidP="005C52BA" w:rsidRDefault="001D4530" w14:paraId="29FCE2A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Pr="005C52BA" w:rsidR="001D4530" w:rsidP="005C52BA" w:rsidRDefault="00B27642" w14:paraId="7ED69DD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Student jest gotów do aktywnego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oraz odpowiedzialnego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uczestnictwa w życiu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zawodowym,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społecznym,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politycznym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na poziomie lokalnym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regionalnym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i państwowym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, w tym w specjalistycznych służbach, inspekcjach i strażach</w:t>
            </w:r>
          </w:p>
        </w:tc>
        <w:tc>
          <w:tcPr>
            <w:tcW w:w="1873" w:type="dxa"/>
          </w:tcPr>
          <w:p w:rsidRPr="005C52BA" w:rsidR="001D4530" w:rsidP="005C52BA" w:rsidRDefault="001D4530" w14:paraId="54E3E2D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  <w:tr xmlns:wp14="http://schemas.microsoft.com/office/word/2010/wordml" w:rsidRPr="005C52BA" w:rsidR="006E0DC8" w:rsidTr="005E6E85" w14:paraId="4991C8A8" wp14:textId="77777777">
        <w:tc>
          <w:tcPr>
            <w:tcW w:w="1701" w:type="dxa"/>
          </w:tcPr>
          <w:p w:rsidRPr="005C52BA" w:rsidR="001D4530" w:rsidP="005C52BA" w:rsidRDefault="001D4530" w14:paraId="0B09731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Pr="005C52BA" w:rsidR="001D4530" w:rsidP="005C52BA" w:rsidRDefault="00B27642" w14:paraId="2FF35BF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świadomego określenia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zakresu oraz 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poziomu swojej wiedzy,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obszarze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 nauk o bezpieczeństwie, nauk o zarządzaniu, nauk o polityce oraz nauk o prawie i administracji</w:t>
            </w:r>
          </w:p>
        </w:tc>
        <w:tc>
          <w:tcPr>
            <w:tcW w:w="1873" w:type="dxa"/>
          </w:tcPr>
          <w:p w:rsidRPr="005C52BA" w:rsidR="001D4530" w:rsidP="005C52BA" w:rsidRDefault="001D4530" w14:paraId="44B6996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  <w:tr xmlns:wp14="http://schemas.microsoft.com/office/word/2010/wordml" w:rsidRPr="005C52BA" w:rsidR="001D4530" w:rsidTr="005E6E85" w14:paraId="457DA87C" wp14:textId="77777777">
        <w:tc>
          <w:tcPr>
            <w:tcW w:w="1701" w:type="dxa"/>
          </w:tcPr>
          <w:p w:rsidRPr="005C52BA" w:rsidR="001D4530" w:rsidP="005C52BA" w:rsidRDefault="001D4530" w14:paraId="5DA26B2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Pr="005C52BA" w:rsidR="001D4530" w:rsidP="005C52BA" w:rsidRDefault="00B27642" w14:paraId="493644D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5C52BA" w:rsidR="00801A5A">
              <w:rPr>
                <w:rFonts w:ascii="Corbel" w:hAnsi="Corbel"/>
                <w:b w:val="0"/>
                <w:smallCaps w:val="0"/>
                <w:szCs w:val="24"/>
              </w:rPr>
              <w:t>brania odpowiedzialności za powierzone zadania współdziałając w grupie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C52BA" w:rsidR="00801A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Dodatkowo </w:t>
            </w:r>
            <w:r w:rsidRPr="005C52BA" w:rsidR="00801A5A"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aktywnego uczestnictwa w organizacjach 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C52BA" w:rsidR="00801A5A">
              <w:rPr>
                <w:rFonts w:ascii="Corbel" w:hAnsi="Corbel"/>
                <w:b w:val="0"/>
                <w:smallCaps w:val="0"/>
                <w:szCs w:val="24"/>
              </w:rPr>
              <w:t xml:space="preserve"> instytucjach prowadzących działalność na rzecz bezpieczeństwa</w:t>
            </w:r>
            <w:r w:rsidRPr="005C52BA" w:rsidR="0087799C">
              <w:rPr>
                <w:rFonts w:ascii="Corbel" w:hAnsi="Corbel"/>
                <w:b w:val="0"/>
                <w:smallCaps w:val="0"/>
                <w:szCs w:val="24"/>
              </w:rPr>
              <w:t xml:space="preserve"> wewnętrznego</w:t>
            </w:r>
          </w:p>
        </w:tc>
        <w:tc>
          <w:tcPr>
            <w:tcW w:w="1873" w:type="dxa"/>
          </w:tcPr>
          <w:p w:rsidRPr="005C52BA" w:rsidR="001D4530" w:rsidP="005C52BA" w:rsidRDefault="001D4530" w14:paraId="621F473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C52BA" w:rsidR="00E2698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C52BA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xmlns:wp14="http://schemas.microsoft.com/office/word/2010/wordml" w:rsidRPr="005C52BA" w:rsidR="002A51EF" w:rsidP="005C52BA" w:rsidRDefault="002A51EF" w14:paraId="3DEEC669" wp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xmlns:wp14="http://schemas.microsoft.com/office/word/2010/wordml" w:rsidRPr="005C52BA" w:rsidR="0085747A" w:rsidP="005C52BA" w:rsidRDefault="00675843" w14:paraId="2FDE1D41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C52BA">
        <w:rPr>
          <w:rFonts w:ascii="Corbel" w:hAnsi="Corbel"/>
          <w:b/>
          <w:sz w:val="24"/>
          <w:szCs w:val="24"/>
        </w:rPr>
        <w:t>3.3</w:t>
      </w:r>
      <w:r w:rsidRPr="005C52BA" w:rsidR="001D7B54">
        <w:rPr>
          <w:rFonts w:ascii="Corbel" w:hAnsi="Corbel"/>
          <w:b/>
          <w:sz w:val="24"/>
          <w:szCs w:val="24"/>
        </w:rPr>
        <w:t xml:space="preserve"> </w:t>
      </w:r>
      <w:r w:rsidRPr="005C52BA" w:rsidR="0085747A">
        <w:rPr>
          <w:rFonts w:ascii="Corbel" w:hAnsi="Corbel"/>
          <w:b/>
          <w:sz w:val="24"/>
          <w:szCs w:val="24"/>
        </w:rPr>
        <w:t>T</w:t>
      </w:r>
      <w:r w:rsidRPr="005C52BA" w:rsidR="001D7B54">
        <w:rPr>
          <w:rFonts w:ascii="Corbel" w:hAnsi="Corbel"/>
          <w:b/>
          <w:sz w:val="24"/>
          <w:szCs w:val="24"/>
        </w:rPr>
        <w:t>reści programowe</w:t>
      </w:r>
    </w:p>
    <w:p xmlns:wp14="http://schemas.microsoft.com/office/word/2010/wordml" w:rsidRPr="005C52BA" w:rsidR="00F856C8" w:rsidP="005C52BA" w:rsidRDefault="00F856C8" w14:paraId="3656B9AB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5C52BA" w:rsidR="0085747A" w:rsidP="005C52BA" w:rsidRDefault="004D7B80" w14:paraId="433122BF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C52B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5C52BA" w:rsidR="006E0DC8" w:rsidTr="00923D7D" w14:paraId="587EA2A8" wp14:textId="77777777">
        <w:tc>
          <w:tcPr>
            <w:tcW w:w="9639" w:type="dxa"/>
          </w:tcPr>
          <w:p w:rsidRPr="005C52BA" w:rsidR="0085747A" w:rsidP="005C52BA" w:rsidRDefault="0085747A" w14:paraId="35113026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5C52BA" w:rsidR="006E0DC8" w:rsidTr="00923D7D" w14:paraId="5B4865D4" wp14:textId="77777777">
        <w:tc>
          <w:tcPr>
            <w:tcW w:w="9639" w:type="dxa"/>
          </w:tcPr>
          <w:p w:rsidRPr="005C52BA" w:rsidR="00F94C63" w:rsidP="005C52BA" w:rsidRDefault="00F94C63" w14:paraId="357B403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xmlns:wp14="http://schemas.microsoft.com/office/word/2010/wordml" w:rsidRPr="005C52BA" w:rsidR="006E0DC8" w:rsidTr="00923D7D" w14:paraId="6728F119" wp14:textId="77777777">
        <w:tc>
          <w:tcPr>
            <w:tcW w:w="9639" w:type="dxa"/>
          </w:tcPr>
          <w:p w:rsidRPr="005C52BA" w:rsidR="00F94C63" w:rsidP="005C52BA" w:rsidRDefault="00F94C63" w14:paraId="765CDDA3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xmlns:wp14="http://schemas.microsoft.com/office/word/2010/wordml" w:rsidRPr="005C52BA" w:rsidR="006E0DC8" w:rsidTr="00923D7D" w14:paraId="444E9AE1" wp14:textId="77777777">
        <w:tc>
          <w:tcPr>
            <w:tcW w:w="9639" w:type="dxa"/>
          </w:tcPr>
          <w:p w:rsidRPr="005C52BA" w:rsidR="00F94C63" w:rsidP="005C52BA" w:rsidRDefault="00F94C63" w14:paraId="244CE455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xmlns:wp14="http://schemas.microsoft.com/office/word/2010/wordml" w:rsidRPr="005C52BA" w:rsidR="006E0DC8" w:rsidTr="00923D7D" w14:paraId="7B7D6688" wp14:textId="77777777">
        <w:tc>
          <w:tcPr>
            <w:tcW w:w="9639" w:type="dxa"/>
          </w:tcPr>
          <w:p w:rsidRPr="005C52BA" w:rsidR="00F94C63" w:rsidP="005C52BA" w:rsidRDefault="00F94C63" w14:paraId="0680A95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xmlns:wp14="http://schemas.microsoft.com/office/word/2010/wordml" w:rsidRPr="005C52BA" w:rsidR="006E0DC8" w:rsidTr="00923D7D" w14:paraId="5FCF1FCA" wp14:textId="77777777">
        <w:tc>
          <w:tcPr>
            <w:tcW w:w="9639" w:type="dxa"/>
          </w:tcPr>
          <w:p w:rsidRPr="005C52BA" w:rsidR="00F94C63" w:rsidP="005C52BA" w:rsidRDefault="00F94C63" w14:paraId="3E8D1597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xmlns:wp14="http://schemas.microsoft.com/office/word/2010/wordml" w:rsidRPr="005C52BA" w:rsidR="006E0DC8" w:rsidTr="00923D7D" w14:paraId="6D785812" wp14:textId="77777777">
        <w:tc>
          <w:tcPr>
            <w:tcW w:w="9639" w:type="dxa"/>
          </w:tcPr>
          <w:p w:rsidRPr="005C52BA" w:rsidR="00F94C63" w:rsidP="005C52BA" w:rsidRDefault="00F94C63" w14:paraId="21BB01CD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procesem podejmowania decyzji w jednostce przyjmującej.</w:t>
            </w:r>
          </w:p>
        </w:tc>
      </w:tr>
      <w:tr xmlns:wp14="http://schemas.microsoft.com/office/word/2010/wordml" w:rsidRPr="005C52BA" w:rsidR="006E0DC8" w:rsidTr="00923D7D" w14:paraId="10D6BD85" wp14:textId="77777777">
        <w:tc>
          <w:tcPr>
            <w:tcW w:w="9639" w:type="dxa"/>
          </w:tcPr>
          <w:p w:rsidRPr="005C52BA" w:rsidR="00F94C63" w:rsidP="005C52BA" w:rsidRDefault="00F94C63" w14:paraId="563CBE9A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xmlns:wp14="http://schemas.microsoft.com/office/word/2010/wordml" w:rsidRPr="005C52BA" w:rsidR="006E0DC8" w:rsidTr="00923D7D" w14:paraId="587687E0" wp14:textId="77777777">
        <w:tc>
          <w:tcPr>
            <w:tcW w:w="9639" w:type="dxa"/>
          </w:tcPr>
          <w:p w:rsidRPr="005C52BA" w:rsidR="00F94C63" w:rsidP="005C52BA" w:rsidRDefault="00F94C63" w14:paraId="5931C745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instrumentami ochrony bezpieczeństwa.</w:t>
            </w:r>
          </w:p>
        </w:tc>
      </w:tr>
      <w:tr xmlns:wp14="http://schemas.microsoft.com/office/word/2010/wordml" w:rsidRPr="005C52BA" w:rsidR="00F94C63" w:rsidTr="00923D7D" w14:paraId="4A1276A1" wp14:textId="77777777">
        <w:tc>
          <w:tcPr>
            <w:tcW w:w="9639" w:type="dxa"/>
          </w:tcPr>
          <w:p w:rsidRPr="005C52BA" w:rsidR="00F94C63" w:rsidP="005C52BA" w:rsidRDefault="00F94C63" w14:paraId="554130E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Zapoznanie z procedurą postępowania w sytuacjach kryzysowych.</w:t>
            </w:r>
          </w:p>
        </w:tc>
      </w:tr>
    </w:tbl>
    <w:p xmlns:wp14="http://schemas.microsoft.com/office/word/2010/wordml" w:rsidRPr="005C52BA" w:rsidR="0085747A" w:rsidP="005C52BA" w:rsidRDefault="0085747A" w14:paraId="45FB0818" wp14:textId="7777777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xmlns:wp14="http://schemas.microsoft.com/office/word/2010/wordml" w:rsidRPr="005C52BA" w:rsidR="0085747A" w:rsidP="005C52BA" w:rsidRDefault="009F4610" w14:paraId="163B82D2" wp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>3.4 Metody dydaktyczne</w:t>
      </w:r>
    </w:p>
    <w:p xmlns:wp14="http://schemas.microsoft.com/office/word/2010/wordml" w:rsidRPr="005C52BA" w:rsidR="00F856C8" w:rsidP="005C52BA" w:rsidRDefault="00F856C8" w14:paraId="049F31CB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E960BB" w:rsidP="005C52BA" w:rsidRDefault="00B72143" w14:paraId="54BF7335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52BA">
        <w:rPr>
          <w:rFonts w:ascii="Corbel" w:hAnsi="Corbel"/>
          <w:b w:val="0"/>
          <w:smallCaps w:val="0"/>
          <w:szCs w:val="24"/>
        </w:rPr>
        <w:t>Zajęcia praktyczne: praktyka zawodowa w uzgodnionym zakładzie pracy, w tym możliwość odbywania praktyki w formie zdalnej.</w:t>
      </w:r>
    </w:p>
    <w:p xmlns:wp14="http://schemas.microsoft.com/office/word/2010/wordml" w:rsidR="00B72143" w:rsidP="005C52BA" w:rsidRDefault="00B72143" w14:paraId="53128261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="005C52BA" w:rsidP="005C52BA" w:rsidRDefault="005C52BA" w14:paraId="62486C05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="005C52BA" w:rsidP="005C52BA" w:rsidRDefault="005C52BA" w14:paraId="4101652C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="005C52BA" w:rsidP="005C52BA" w:rsidRDefault="005C52BA" w14:paraId="4B99056E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="005C52BA" w:rsidP="005C52BA" w:rsidRDefault="005C52BA" w14:paraId="1299C43A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Pr="005C52BA" w:rsidR="005C52BA" w:rsidP="005C52BA" w:rsidRDefault="005C52BA" w14:paraId="4DDBEF00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Pr="005C52BA" w:rsidR="0085747A" w:rsidP="005C52BA" w:rsidRDefault="00C61DC5" w14:paraId="1078A5AC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lastRenderedPageBreak/>
        <w:t xml:space="preserve">4. </w:t>
      </w:r>
      <w:r w:rsidRPr="005C52BA" w:rsidR="0085747A">
        <w:rPr>
          <w:rFonts w:ascii="Corbel" w:hAnsi="Corbel"/>
          <w:smallCaps w:val="0"/>
          <w:szCs w:val="24"/>
        </w:rPr>
        <w:t>METODY I KRYTERIA OCENY</w:t>
      </w:r>
      <w:r w:rsidRPr="005C52BA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5C52BA" w:rsidR="00923D7D" w:rsidP="005C52BA" w:rsidRDefault="00923D7D" w14:paraId="3461D779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xmlns:wp14="http://schemas.microsoft.com/office/word/2010/wordml" w:rsidRPr="005C52BA" w:rsidR="0085747A" w:rsidP="005C52BA" w:rsidRDefault="0085747A" w14:paraId="53742ADA" wp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4.1 Sposoby weryfikacji efektów </w:t>
      </w:r>
      <w:r w:rsidRPr="005C52BA"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5C52BA" w:rsidR="0085747A" w:rsidP="005C52BA" w:rsidRDefault="0085747A" w14:paraId="3CF2D8B6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6"/>
        <w:gridCol w:w="5451"/>
        <w:gridCol w:w="2113"/>
      </w:tblGrid>
      <w:tr xmlns:wp14="http://schemas.microsoft.com/office/word/2010/wordml" w:rsidRPr="005C52BA" w:rsidR="006E0DC8" w:rsidTr="00EC0961" w14:paraId="02714B80" wp14:textId="77777777">
        <w:tc>
          <w:tcPr>
            <w:tcW w:w="1956" w:type="dxa"/>
            <w:vAlign w:val="center"/>
          </w:tcPr>
          <w:p w:rsidRPr="005C52BA" w:rsidR="0085747A" w:rsidP="005C52BA" w:rsidRDefault="0071620A" w14:paraId="59C1A4F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:rsidRPr="005C52BA" w:rsidR="0085747A" w:rsidP="005C52BA" w:rsidRDefault="00F974DA" w14:paraId="4796215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5C52BA" w:rsidR="0085747A" w:rsidP="005C52BA" w:rsidRDefault="009F4610" w14:paraId="12080E0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5C52BA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:rsidRPr="005C52BA" w:rsidR="00923D7D" w:rsidP="005C52BA" w:rsidRDefault="0085747A" w14:paraId="1C02888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Pr="005C52BA" w:rsidR="0085747A" w:rsidP="005C52BA" w:rsidRDefault="0085747A" w14:paraId="5257429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C52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C52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5C52BA" w:rsidR="002A51EF" w:rsidTr="00EC0961" w14:paraId="7130064B" wp14:textId="77777777">
        <w:tc>
          <w:tcPr>
            <w:tcW w:w="1956" w:type="dxa"/>
          </w:tcPr>
          <w:p w:rsidRPr="005C52BA" w:rsidR="002A51EF" w:rsidP="005C52BA" w:rsidRDefault="002A51EF" w14:paraId="094DF26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Pr="005C52BA" w:rsidR="00EC0961">
              <w:rPr>
                <w:rFonts w:ascii="Corbel" w:hAnsi="Corbel"/>
                <w:b w:val="0"/>
                <w:smallCaps w:val="0"/>
                <w:szCs w:val="24"/>
              </w:rPr>
              <w:t>-EK_</w:t>
            </w:r>
            <w:r w:rsidRPr="005C52BA" w:rsidR="00801A5A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451" w:type="dxa"/>
          </w:tcPr>
          <w:p w:rsidRPr="005C52BA" w:rsidR="002A51EF" w:rsidP="005C52BA" w:rsidRDefault="00EC0961" w14:paraId="1D4C4F2C" wp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:rsidRPr="000F0846" w:rsidR="002A51EF" w:rsidP="005C52BA" w:rsidRDefault="000F0846" w14:paraId="6928A27E" wp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0F0846">
              <w:rPr>
                <w:rFonts w:ascii="Corbel" w:hAnsi="Corbel"/>
                <w:sz w:val="24"/>
                <w:szCs w:val="24"/>
              </w:rPr>
              <w:t>Zajęcia praktyczne w zakładzie pracy lub praca zdalna</w:t>
            </w:r>
          </w:p>
        </w:tc>
      </w:tr>
    </w:tbl>
    <w:p xmlns:wp14="http://schemas.microsoft.com/office/word/2010/wordml" w:rsidRPr="005C52BA" w:rsidR="002C1D96" w:rsidP="005C52BA" w:rsidRDefault="002C1D96" w14:paraId="0FB78278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85747A" w:rsidP="005C52BA" w:rsidRDefault="003E1941" w14:paraId="0AFAEE5A" wp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4.2 </w:t>
      </w:r>
      <w:r w:rsidRPr="005C52B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5C52BA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5C52BA" w:rsidR="00923D7D" w:rsidP="005C52BA" w:rsidRDefault="00923D7D" w14:paraId="1FC39945" wp14:textId="77777777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5C52BA" w:rsidR="0085747A" w:rsidTr="00923D7D" w14:paraId="52A36029" wp14:textId="77777777">
        <w:tc>
          <w:tcPr>
            <w:tcW w:w="9670" w:type="dxa"/>
          </w:tcPr>
          <w:p w:rsidRPr="005C52BA" w:rsidR="0085747A" w:rsidP="005C52BA" w:rsidRDefault="00EC0961" w14:paraId="60B4204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pracy).</w:t>
            </w:r>
          </w:p>
        </w:tc>
      </w:tr>
    </w:tbl>
    <w:p xmlns:wp14="http://schemas.microsoft.com/office/word/2010/wordml" w:rsidRPr="005C52BA" w:rsidR="0085747A" w:rsidP="005C52BA" w:rsidRDefault="0085747A" w14:paraId="0562CB0E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9F4610" w:rsidP="005C52BA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C52BA">
        <w:rPr>
          <w:rFonts w:ascii="Corbel" w:hAnsi="Corbel"/>
          <w:b/>
          <w:sz w:val="24"/>
          <w:szCs w:val="24"/>
        </w:rPr>
        <w:t xml:space="preserve">5. </w:t>
      </w:r>
      <w:r w:rsidRPr="005C52B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5C52BA" w:rsidR="0085747A" w:rsidP="005C52BA" w:rsidRDefault="0085747A" w14:paraId="34CE0A41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5C52BA" w:rsidR="006E0DC8" w:rsidTr="003E1941" w14:paraId="63D9DE79" wp14:textId="77777777">
        <w:tc>
          <w:tcPr>
            <w:tcW w:w="4962" w:type="dxa"/>
            <w:vAlign w:val="center"/>
          </w:tcPr>
          <w:p w:rsidRPr="005C52BA" w:rsidR="0085747A" w:rsidP="005C52BA" w:rsidRDefault="00C61DC5" w14:paraId="4C452BB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5C52B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C5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5C52BA" w:rsidR="0085747A" w:rsidP="005C52BA" w:rsidRDefault="00C61DC5" w14:paraId="4BAACCBA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5C52B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C52B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C5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5C52BA" w:rsidR="006E0DC8" w:rsidTr="00923D7D" w14:paraId="59331328" wp14:textId="77777777">
        <w:tc>
          <w:tcPr>
            <w:tcW w:w="4962" w:type="dxa"/>
          </w:tcPr>
          <w:p w:rsidRPr="005C52BA" w:rsidR="0085747A" w:rsidP="005C52BA" w:rsidRDefault="00C61DC5" w14:paraId="1943409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G</w:t>
            </w:r>
            <w:r w:rsidRPr="005C52B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C52BA">
              <w:rPr>
                <w:rFonts w:ascii="Corbel" w:hAnsi="Corbel"/>
                <w:sz w:val="24"/>
                <w:szCs w:val="24"/>
              </w:rPr>
              <w:t>kontaktowe</w:t>
            </w:r>
            <w:r w:rsidRPr="005C52B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C52BA">
              <w:rPr>
                <w:rFonts w:ascii="Corbel" w:hAnsi="Corbel"/>
                <w:sz w:val="24"/>
                <w:szCs w:val="24"/>
              </w:rPr>
              <w:t>ynikające</w:t>
            </w:r>
            <w:r w:rsidRPr="005C52B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5C52B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C5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5C52BA" w:rsidR="0085747A" w:rsidP="005C52BA" w:rsidRDefault="00EC0961" w14:paraId="6A68283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720</w:t>
            </w:r>
          </w:p>
        </w:tc>
      </w:tr>
      <w:tr xmlns:wp14="http://schemas.microsoft.com/office/word/2010/wordml" w:rsidRPr="005C52BA" w:rsidR="006E0DC8" w:rsidTr="00923D7D" w14:paraId="116DD784" wp14:textId="77777777">
        <w:tc>
          <w:tcPr>
            <w:tcW w:w="4962" w:type="dxa"/>
          </w:tcPr>
          <w:p w:rsidRPr="005C52BA" w:rsidR="00C61DC5" w:rsidP="005C52BA" w:rsidRDefault="00C61DC5" w14:paraId="2750A6CD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5C52B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5C52BA" w:rsidR="00C61DC5" w:rsidP="005C52BA" w:rsidRDefault="00C61DC5" w14:paraId="49ABEFC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5C52BA" w:rsidR="00C61DC5" w:rsidP="005C52BA" w:rsidRDefault="00EC60B7" w14:paraId="60DA3216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5C52BA" w:rsidR="006E0DC8" w:rsidTr="00923D7D" w14:paraId="35CE08BB" wp14:textId="77777777">
        <w:tc>
          <w:tcPr>
            <w:tcW w:w="4962" w:type="dxa"/>
          </w:tcPr>
          <w:p w:rsidRPr="005C52BA" w:rsidR="0071620A" w:rsidP="005C52BA" w:rsidRDefault="00C61DC5" w14:paraId="7660431A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C5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C5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5C52BA" w:rsidR="00C61DC5" w:rsidP="005C52BA" w:rsidRDefault="00C61DC5" w14:paraId="1937B812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5C52BA" w:rsidR="00C61DC5" w:rsidP="005C52BA" w:rsidRDefault="00EC0961" w14:paraId="3AC2E41B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xmlns:wp14="http://schemas.microsoft.com/office/word/2010/wordml" w:rsidRPr="005C52BA" w:rsidR="006E0DC8" w:rsidTr="00923D7D" w14:paraId="3F44929A" wp14:textId="77777777">
        <w:tc>
          <w:tcPr>
            <w:tcW w:w="4962" w:type="dxa"/>
          </w:tcPr>
          <w:p w:rsidRPr="005C52BA" w:rsidR="0085747A" w:rsidP="005C52BA" w:rsidRDefault="0085747A" w14:paraId="3D4B2727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5C52BA" w:rsidR="0085747A" w:rsidP="005C52BA" w:rsidRDefault="00EC0961" w14:paraId="25FB564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7</w:t>
            </w:r>
            <w:r w:rsidRPr="005C52BA" w:rsidR="00180AEB">
              <w:rPr>
                <w:rFonts w:ascii="Corbel" w:hAnsi="Corbel"/>
                <w:sz w:val="24"/>
                <w:szCs w:val="24"/>
              </w:rPr>
              <w:t>5</w:t>
            </w:r>
            <w:r w:rsidRPr="005C52B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5C52BA" w:rsidR="006E0DC8" w:rsidTr="00923D7D" w14:paraId="598DFBA5" wp14:textId="77777777">
        <w:tc>
          <w:tcPr>
            <w:tcW w:w="4962" w:type="dxa"/>
          </w:tcPr>
          <w:p w:rsidRPr="005C52BA" w:rsidR="0085747A" w:rsidP="005C52BA" w:rsidRDefault="0085747A" w14:paraId="5FD1C35E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C5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5C52BA" w:rsidR="0085747A" w:rsidP="005C52BA" w:rsidRDefault="00EC0961" w14:paraId="18E8C38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C52B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</w:tbl>
    <w:p xmlns:wp14="http://schemas.microsoft.com/office/word/2010/wordml" w:rsidRPr="005C52BA" w:rsidR="0085747A" w:rsidP="005C52BA" w:rsidRDefault="00923D7D" w14:paraId="6BBE219B" wp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5C52B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5C52B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5C52BA" w:rsidR="003E1941" w:rsidP="005C52BA" w:rsidRDefault="003E1941" w14:paraId="62EBF3C5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85747A" w:rsidP="005C52BA" w:rsidRDefault="0071620A" w14:paraId="40334C7B" wp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t xml:space="preserve">6. </w:t>
      </w:r>
      <w:r w:rsidRPr="005C52BA" w:rsidR="0085747A">
        <w:rPr>
          <w:rFonts w:ascii="Corbel" w:hAnsi="Corbel"/>
          <w:smallCaps w:val="0"/>
          <w:szCs w:val="24"/>
        </w:rPr>
        <w:t>PRAKTYKI ZAWO</w:t>
      </w:r>
      <w:r w:rsidRPr="005C52BA"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5C52BA" w:rsidR="0085747A" w:rsidP="005C52BA" w:rsidRDefault="0085747A" w14:paraId="6D98A12B" wp14:textId="77777777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5C52BA" w:rsidR="006E0DC8" w:rsidTr="0071620A" w14:paraId="4154866A" wp14:textId="77777777">
        <w:trPr>
          <w:trHeight w:val="397"/>
        </w:trPr>
        <w:tc>
          <w:tcPr>
            <w:tcW w:w="3544" w:type="dxa"/>
          </w:tcPr>
          <w:p w:rsidRPr="005C52BA" w:rsidR="0085747A" w:rsidP="005C52BA" w:rsidRDefault="0085747A" w14:paraId="146D669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5C52BA" w:rsidR="0085747A" w:rsidP="005C52BA" w:rsidRDefault="00180AEB" w14:paraId="60130F9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720 godz. w trzyletnim okresie studiów</w:t>
            </w:r>
          </w:p>
        </w:tc>
      </w:tr>
      <w:tr xmlns:wp14="http://schemas.microsoft.com/office/word/2010/wordml" w:rsidRPr="005C52BA" w:rsidR="0085747A" w:rsidTr="0071620A" w14:paraId="63B1EE5B" wp14:textId="77777777">
        <w:trPr>
          <w:trHeight w:val="397"/>
        </w:trPr>
        <w:tc>
          <w:tcPr>
            <w:tcW w:w="3544" w:type="dxa"/>
          </w:tcPr>
          <w:p w:rsidRPr="005C52BA" w:rsidR="0085747A" w:rsidP="005C52BA" w:rsidRDefault="0085747A" w14:paraId="05EFD70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5C52BA" w:rsidR="0085747A" w:rsidP="005C52BA" w:rsidRDefault="00180AEB" w14:paraId="5A38A07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xmlns:wp14="http://schemas.microsoft.com/office/word/2010/wordml" w:rsidR="003E1941" w:rsidP="005C52BA" w:rsidRDefault="003E1941" w14:paraId="2946DB82" wp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5C52BA" w:rsidP="005C52BA" w:rsidRDefault="005C52BA" w14:paraId="5997CC1D" wp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5C52BA" w:rsidP="005C52BA" w:rsidRDefault="005C52BA" w14:paraId="110FFD37" wp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5C52BA" w:rsidP="000F0846" w:rsidRDefault="005C52BA" w14:paraId="6B699379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85747A" w:rsidP="005C52BA" w:rsidRDefault="00675843" w14:paraId="7630DC2B" wp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5C52BA">
        <w:rPr>
          <w:rFonts w:ascii="Corbel" w:hAnsi="Corbel"/>
          <w:smallCaps w:val="0"/>
          <w:szCs w:val="24"/>
        </w:rPr>
        <w:lastRenderedPageBreak/>
        <w:t xml:space="preserve">7. </w:t>
      </w:r>
      <w:r w:rsidRPr="005C52BA" w:rsidR="0085747A">
        <w:rPr>
          <w:rFonts w:ascii="Corbel" w:hAnsi="Corbel"/>
          <w:smallCaps w:val="0"/>
          <w:szCs w:val="24"/>
        </w:rPr>
        <w:t>LITERATURA</w:t>
      </w:r>
      <w:r w:rsidRPr="005C52BA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5C52BA" w:rsidR="00675843" w:rsidP="005C52BA" w:rsidRDefault="00675843" w14:paraId="3FE9F23F" wp14:textId="7777777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5C52BA" w:rsidR="006E0DC8" w:rsidTr="0071620A" w14:paraId="729C9695" wp14:textId="77777777">
        <w:trPr>
          <w:trHeight w:val="397"/>
        </w:trPr>
        <w:tc>
          <w:tcPr>
            <w:tcW w:w="7513" w:type="dxa"/>
          </w:tcPr>
          <w:p w:rsidRPr="005C52BA" w:rsidR="0085747A" w:rsidP="005C52BA" w:rsidRDefault="0085747A" w14:paraId="17C922C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xmlns:wp14="http://schemas.microsoft.com/office/word/2010/wordml" w:rsidRPr="005C52BA" w:rsidR="006E0DC8" w:rsidTr="0071620A" w14:paraId="4C605BAA" wp14:textId="77777777">
        <w:trPr>
          <w:trHeight w:val="397"/>
        </w:trPr>
        <w:tc>
          <w:tcPr>
            <w:tcW w:w="7513" w:type="dxa"/>
          </w:tcPr>
          <w:p w:rsidRPr="005C52BA" w:rsidR="00F856C8" w:rsidP="005C52BA" w:rsidRDefault="00180AEB" w14:paraId="3A22EA29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xmlns:wp14="http://schemas.microsoft.com/office/word/2010/wordml" w:rsidRPr="005C52BA" w:rsidR="006E0DC8" w:rsidTr="0071620A" w14:paraId="1616B1D9" wp14:textId="77777777">
        <w:trPr>
          <w:trHeight w:val="397"/>
        </w:trPr>
        <w:tc>
          <w:tcPr>
            <w:tcW w:w="7513" w:type="dxa"/>
          </w:tcPr>
          <w:p w:rsidRPr="005C52BA" w:rsidR="0085747A" w:rsidP="005C52BA" w:rsidRDefault="0085747A" w14:paraId="534F8C8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xmlns:wp14="http://schemas.microsoft.com/office/word/2010/wordml" w:rsidRPr="005C52BA" w:rsidR="00F856C8" w:rsidTr="0071620A" w14:paraId="2FDCF2C6" wp14:textId="77777777">
        <w:trPr>
          <w:trHeight w:val="397"/>
        </w:trPr>
        <w:tc>
          <w:tcPr>
            <w:tcW w:w="7513" w:type="dxa"/>
          </w:tcPr>
          <w:p w:rsidRPr="005C52BA" w:rsidR="00F856C8" w:rsidP="005C52BA" w:rsidRDefault="00180AEB" w14:paraId="1982A4DF" wp14:textId="77777777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52BA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xmlns:wp14="http://schemas.microsoft.com/office/word/2010/wordml" w:rsidRPr="005C52BA" w:rsidR="0085747A" w:rsidP="005C52BA" w:rsidRDefault="0085747A" w14:paraId="1F72F646" wp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5C52BA" w:rsidP="005C52BA" w:rsidRDefault="005C52BA" w14:paraId="08CE6F91" wp14:textId="77777777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C52BA" w:rsidR="0085747A" w:rsidP="005C52BA" w:rsidRDefault="0085747A" w14:paraId="41F88A98" wp14:textId="77777777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5C5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Pr="005C52B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FF474A" w:rsidP="00C16ABF" w:rsidRDefault="00FF474A" w14:paraId="61CDCEA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F474A" w:rsidP="00C16ABF" w:rsidRDefault="00FF474A" w14:paraId="6BB9E25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FF474A" w:rsidP="00C16ABF" w:rsidRDefault="00FF474A" w14:paraId="23DE523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F474A" w:rsidP="00C16ABF" w:rsidRDefault="00FF474A" w14:paraId="52E562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30395F" w:rsidRDefault="0030395F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3D5F"/>
    <w:rsid w:val="000B192D"/>
    <w:rsid w:val="000B28EE"/>
    <w:rsid w:val="000B3E37"/>
    <w:rsid w:val="000D04B0"/>
    <w:rsid w:val="000F084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AEB"/>
    <w:rsid w:val="00192F37"/>
    <w:rsid w:val="001A243C"/>
    <w:rsid w:val="001A70D2"/>
    <w:rsid w:val="001D4530"/>
    <w:rsid w:val="001D563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3F5F"/>
    <w:rsid w:val="002857DE"/>
    <w:rsid w:val="00291567"/>
    <w:rsid w:val="002A22BF"/>
    <w:rsid w:val="002A2389"/>
    <w:rsid w:val="002A51EF"/>
    <w:rsid w:val="002A671D"/>
    <w:rsid w:val="002B4D55"/>
    <w:rsid w:val="002B5EA0"/>
    <w:rsid w:val="002B6119"/>
    <w:rsid w:val="002C1D96"/>
    <w:rsid w:val="002C1F06"/>
    <w:rsid w:val="002D3375"/>
    <w:rsid w:val="002D73D4"/>
    <w:rsid w:val="002E2DC4"/>
    <w:rsid w:val="002E6A0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B42"/>
    <w:rsid w:val="004036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DE5"/>
    <w:rsid w:val="004D7B80"/>
    <w:rsid w:val="004F1551"/>
    <w:rsid w:val="004F55A3"/>
    <w:rsid w:val="0050496F"/>
    <w:rsid w:val="00513B6F"/>
    <w:rsid w:val="00517C63"/>
    <w:rsid w:val="005363C4"/>
    <w:rsid w:val="00536BDE"/>
    <w:rsid w:val="00543ACC"/>
    <w:rsid w:val="005576BC"/>
    <w:rsid w:val="0056696D"/>
    <w:rsid w:val="0059484D"/>
    <w:rsid w:val="005A0855"/>
    <w:rsid w:val="005A3196"/>
    <w:rsid w:val="005C080F"/>
    <w:rsid w:val="005C52B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DC8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98E"/>
    <w:rsid w:val="007F4155"/>
    <w:rsid w:val="00801A5A"/>
    <w:rsid w:val="0081554D"/>
    <w:rsid w:val="0081707E"/>
    <w:rsid w:val="008449B3"/>
    <w:rsid w:val="008552A2"/>
    <w:rsid w:val="0085747A"/>
    <w:rsid w:val="0086015E"/>
    <w:rsid w:val="0087799C"/>
    <w:rsid w:val="00884922"/>
    <w:rsid w:val="00885F64"/>
    <w:rsid w:val="008917F9"/>
    <w:rsid w:val="008A45F7"/>
    <w:rsid w:val="008B0FA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9F4C9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5A2"/>
    <w:rsid w:val="00A77CEF"/>
    <w:rsid w:val="00A81BC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42"/>
    <w:rsid w:val="00B3130B"/>
    <w:rsid w:val="00B40ADB"/>
    <w:rsid w:val="00B43B77"/>
    <w:rsid w:val="00B43E80"/>
    <w:rsid w:val="00B607DB"/>
    <w:rsid w:val="00B66529"/>
    <w:rsid w:val="00B72143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0C47"/>
    <w:rsid w:val="00BE13F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986"/>
    <w:rsid w:val="00E51E44"/>
    <w:rsid w:val="00E563F8"/>
    <w:rsid w:val="00E63348"/>
    <w:rsid w:val="00E742AA"/>
    <w:rsid w:val="00E77E88"/>
    <w:rsid w:val="00E8107D"/>
    <w:rsid w:val="00E960BB"/>
    <w:rsid w:val="00EA2074"/>
    <w:rsid w:val="00EA4832"/>
    <w:rsid w:val="00EA4E9D"/>
    <w:rsid w:val="00EB5E32"/>
    <w:rsid w:val="00EC0961"/>
    <w:rsid w:val="00EC4899"/>
    <w:rsid w:val="00EC60B7"/>
    <w:rsid w:val="00ED03AB"/>
    <w:rsid w:val="00ED32D2"/>
    <w:rsid w:val="00EE32DE"/>
    <w:rsid w:val="00EE5457"/>
    <w:rsid w:val="00F00D70"/>
    <w:rsid w:val="00F070AB"/>
    <w:rsid w:val="00F10E83"/>
    <w:rsid w:val="00F17567"/>
    <w:rsid w:val="00F27A7B"/>
    <w:rsid w:val="00F526AF"/>
    <w:rsid w:val="00F617C3"/>
    <w:rsid w:val="00F7066B"/>
    <w:rsid w:val="00F83B28"/>
    <w:rsid w:val="00F856C8"/>
    <w:rsid w:val="00F94C6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74A"/>
    <w:rsid w:val="00FF5E7D"/>
    <w:rsid w:val="17AAFEEB"/>
    <w:rsid w:val="456E9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09086"/>
  <w15:docId w15:val="{7FE97A1B-5843-408E-A5CB-40010FCD21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3B4D5-366D-4F45-90F2-7E3ED6230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2FA163-77C1-4E38-93EA-A48F12B263EF}"/>
</file>

<file path=customXml/itemProps3.xml><?xml version="1.0" encoding="utf-8"?>
<ds:datastoreItem xmlns:ds="http://schemas.openxmlformats.org/officeDocument/2006/customXml" ds:itemID="{64B72B7F-0290-4056-A9D9-7BC60986BCF5}"/>
</file>

<file path=customXml/itemProps4.xml><?xml version="1.0" encoding="utf-8"?>
<ds:datastoreItem xmlns:ds="http://schemas.openxmlformats.org/officeDocument/2006/customXml" ds:itemID="{B329E7EB-8C8A-4E32-A18C-F573965E61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Wicherek Damian</cp:lastModifiedBy>
  <cp:revision>7</cp:revision>
  <cp:lastPrinted>2019-02-06T12:12:00Z</cp:lastPrinted>
  <dcterms:created xsi:type="dcterms:W3CDTF">2020-12-13T17:35:00Z</dcterms:created>
  <dcterms:modified xsi:type="dcterms:W3CDTF">2021-11-14T12:19:17Z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